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074" w:rsidRDefault="00EC507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60.45pt;margin-top:-15.45pt;width:111.75pt;height:145.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" stroked="f">
            <v:textbox style="mso-fit-shape-to-text:t">
              <w:txbxContent>
                <w:p w:rsidR="00EC5074" w:rsidRPr="003A5729" w:rsidRDefault="00EC5074">
                  <w:pPr>
                    <w:rPr>
                      <w:b/>
                      <w:sz w:val="22"/>
                    </w:rPr>
                  </w:pPr>
                  <w:r w:rsidRPr="003A5729">
                    <w:rPr>
                      <w:b/>
                      <w:sz w:val="22"/>
                    </w:rPr>
                    <w:t>Приложение №2</w:t>
                  </w:r>
                </w:p>
              </w:txbxContent>
            </v:textbox>
          </v:shape>
        </w:pict>
      </w:r>
      <w:r w:rsidRPr="005029E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68pt;height:330.75pt;visibility:visible">
            <v:imagedata r:id="rId6" o:title=""/>
          </v:shape>
        </w:pict>
      </w:r>
      <w:r w:rsidRPr="005029EA">
        <w:rPr>
          <w:noProof/>
        </w:rPr>
        <w:pict>
          <v:shape id="Рисунок 3" o:spid="_x0000_i1026" type="#_x0000_t75" style="width:468pt;height:330.75pt;visibility:visible">
            <v:imagedata r:id="rId7" o:title=""/>
          </v:shape>
        </w:pict>
      </w:r>
      <w:r w:rsidRPr="005029EA">
        <w:rPr>
          <w:noProof/>
        </w:rPr>
        <w:pict>
          <v:shape id="Рисунок 4" o:spid="_x0000_i1027" type="#_x0000_t75" style="width:468pt;height:330.75pt;visibility:visible">
            <v:imagedata r:id="rId8" o:title=""/>
          </v:shape>
        </w:pict>
      </w:r>
      <w:r w:rsidRPr="005029EA">
        <w:rPr>
          <w:noProof/>
        </w:rPr>
        <w:pict>
          <v:shape id="Рисунок 5" o:spid="_x0000_i1028" type="#_x0000_t75" style="width:468pt;height:330.75pt;visibility:visible">
            <v:imagedata r:id="rId9" o:title=""/>
          </v:shape>
        </w:pict>
      </w:r>
      <w:r w:rsidRPr="005029EA">
        <w:rPr>
          <w:noProof/>
        </w:rPr>
        <w:pict>
          <v:shape id="Рисунок 6" o:spid="_x0000_i1029" type="#_x0000_t75" style="width:468pt;height:330.75pt;visibility:visible">
            <v:imagedata r:id="rId10" o:title=""/>
          </v:shape>
        </w:pict>
      </w:r>
      <w:r w:rsidRPr="005029EA">
        <w:rPr>
          <w:noProof/>
        </w:rPr>
        <w:pict>
          <v:shape id="Рисунок 7" o:spid="_x0000_i1030" type="#_x0000_t75" style="width:468pt;height:330.75pt;visibility:visible">
            <v:imagedata r:id="rId11" o:title=""/>
          </v:shape>
        </w:pict>
      </w:r>
      <w:r w:rsidRPr="005029EA">
        <w:rPr>
          <w:noProof/>
        </w:rPr>
        <w:pict>
          <v:shape id="Рисунок 8" o:spid="_x0000_i1031" type="#_x0000_t75" style="width:468pt;height:330.75pt;visibility:visible">
            <v:imagedata r:id="rId12" o:title=""/>
          </v:shape>
        </w:pict>
      </w:r>
      <w:r w:rsidRPr="005029EA">
        <w:rPr>
          <w:noProof/>
        </w:rPr>
        <w:pict>
          <v:shape id="Рисунок 9" o:spid="_x0000_i1032" type="#_x0000_t75" style="width:468pt;height:330.75pt;visibility:visible">
            <v:imagedata r:id="rId13" o:title=""/>
          </v:shape>
        </w:pict>
      </w:r>
    </w:p>
    <w:p w:rsidR="00EC5074" w:rsidRDefault="00EC5074">
      <w:bookmarkStart w:id="0" w:name="_GoBack"/>
      <w:bookmarkEnd w:id="0"/>
      <w:r w:rsidRPr="005029EA">
        <w:rPr>
          <w:noProof/>
        </w:rPr>
        <w:pict>
          <v:shape id="Рисунок 10" o:spid="_x0000_i1033" type="#_x0000_t75" style="width:468pt;height:660.75pt;visibility:visible">
            <v:imagedata r:id="rId14" o:title=""/>
          </v:shape>
        </w:pict>
      </w:r>
      <w:r w:rsidRPr="005029EA">
        <w:rPr>
          <w:noProof/>
        </w:rPr>
        <w:pict>
          <v:shape id="Рисунок 11" o:spid="_x0000_i1034" type="#_x0000_t75" style="width:468pt;height:660.75pt;visibility:visible">
            <v:imagedata r:id="rId15" o:title=""/>
          </v:shape>
        </w:pict>
      </w:r>
      <w:r w:rsidRPr="005029EA">
        <w:rPr>
          <w:noProof/>
        </w:rPr>
        <w:pict>
          <v:shape id="Рисунок 12" o:spid="_x0000_i1035" type="#_x0000_t75" style="width:468pt;height:660.75pt;visibility:visible">
            <v:imagedata r:id="rId16" o:title=""/>
          </v:shape>
        </w:pict>
      </w:r>
      <w:r w:rsidRPr="005029EA">
        <w:rPr>
          <w:noProof/>
        </w:rPr>
        <w:pict>
          <v:shape id="Рисунок 13" o:spid="_x0000_i1036" type="#_x0000_t75" style="width:468pt;height:660.75pt;visibility:visible">
            <v:imagedata r:id="rId17" o:title=""/>
          </v:shape>
        </w:pict>
      </w:r>
      <w:r w:rsidRPr="005029EA">
        <w:rPr>
          <w:noProof/>
        </w:rPr>
        <w:pict>
          <v:shape id="Рисунок 14" o:spid="_x0000_i1037" type="#_x0000_t75" style="width:468pt;height:660.75pt;visibility:visible">
            <v:imagedata r:id="rId18" o:title=""/>
          </v:shape>
        </w:pict>
      </w:r>
      <w:r w:rsidRPr="005029EA">
        <w:rPr>
          <w:noProof/>
        </w:rPr>
        <w:pict>
          <v:shape id="Рисунок 15" o:spid="_x0000_i1038" type="#_x0000_t75" style="width:468pt;height:660.75pt;visibility:visible">
            <v:imagedata r:id="rId19" o:title=""/>
          </v:shape>
        </w:pict>
      </w:r>
      <w:r w:rsidRPr="005029EA">
        <w:rPr>
          <w:noProof/>
        </w:rPr>
        <w:pict>
          <v:shape id="Рисунок 16" o:spid="_x0000_i1039" type="#_x0000_t75" style="width:468pt;height:660.75pt;visibility:visible">
            <v:imagedata r:id="rId20" o:title=""/>
          </v:shape>
        </w:pict>
      </w:r>
      <w:r w:rsidRPr="005029EA">
        <w:rPr>
          <w:noProof/>
        </w:rPr>
        <w:pict>
          <v:shape id="Рисунок 17" o:spid="_x0000_i1040" type="#_x0000_t75" style="width:468pt;height:660.75pt;visibility:visible">
            <v:imagedata r:id="rId21" o:title=""/>
          </v:shape>
        </w:pict>
      </w:r>
      <w:r w:rsidRPr="005029EA">
        <w:rPr>
          <w:noProof/>
        </w:rPr>
        <w:pict>
          <v:shape id="Рисунок 18" o:spid="_x0000_i1041" type="#_x0000_t75" style="width:468pt;height:660.75pt;visibility:visible">
            <v:imagedata r:id="rId22" o:title=""/>
          </v:shape>
        </w:pict>
      </w:r>
      <w:r w:rsidRPr="005029EA">
        <w:rPr>
          <w:noProof/>
        </w:rPr>
        <w:pict>
          <v:shape id="Рисунок 19" o:spid="_x0000_i1042" type="#_x0000_t75" style="width:468pt;height:660.75pt;visibility:visible">
            <v:imagedata r:id="rId23" o:title=""/>
          </v:shape>
        </w:pict>
      </w:r>
      <w:r w:rsidRPr="005029EA">
        <w:rPr>
          <w:noProof/>
        </w:rPr>
        <w:pict>
          <v:shape id="Рисунок 20" o:spid="_x0000_i1043" type="#_x0000_t75" style="width:468pt;height:660.75pt;visibility:visible">
            <v:imagedata r:id="rId24" o:title=""/>
          </v:shape>
        </w:pict>
      </w:r>
      <w:r w:rsidRPr="005029EA">
        <w:rPr>
          <w:noProof/>
        </w:rPr>
        <w:pict>
          <v:shape id="Рисунок 21" o:spid="_x0000_i1044" type="#_x0000_t75" style="width:468pt;height:660.75pt;visibility:visible">
            <v:imagedata r:id="rId25" o:title=""/>
          </v:shape>
        </w:pict>
      </w:r>
      <w:r w:rsidRPr="005029EA">
        <w:rPr>
          <w:noProof/>
        </w:rPr>
        <w:pict>
          <v:shape id="Рисунок 1" o:spid="_x0000_i1045" type="#_x0000_t75" style="width:467.25pt;height:660.75pt;visibility:visible">
            <v:imagedata r:id="rId26" o:title=""/>
          </v:shape>
        </w:pict>
      </w:r>
      <w:r w:rsidRPr="005029EA">
        <w:rPr>
          <w:noProof/>
        </w:rPr>
        <w:pict>
          <v:shape id="Рисунок 22" o:spid="_x0000_i1046" type="#_x0000_t75" style="width:467.25pt;height:660.75pt;visibility:visible">
            <v:imagedata r:id="rId27" o:title=""/>
          </v:shape>
        </w:pict>
      </w:r>
    </w:p>
    <w:sectPr w:rsidR="00EC5074" w:rsidSect="003A5729">
      <w:footerReference w:type="default" r:id="rId28"/>
      <w:pgSz w:w="11906" w:h="16838"/>
      <w:pgMar w:top="1134" w:right="850" w:bottom="1134" w:left="1701" w:header="708" w:footer="708" w:gutter="0"/>
      <w:pgNumType w:start="14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074" w:rsidRDefault="00EC5074" w:rsidP="003A5729">
      <w:r>
        <w:separator/>
      </w:r>
    </w:p>
  </w:endnote>
  <w:endnote w:type="continuationSeparator" w:id="1">
    <w:p w:rsidR="00EC5074" w:rsidRDefault="00EC5074" w:rsidP="003A5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74" w:rsidRDefault="00EC5074">
    <w:pPr>
      <w:pStyle w:val="Footer"/>
      <w:jc w:val="right"/>
    </w:pPr>
    <w:fldSimple w:instr="PAGE   \* MERGEFORMAT">
      <w:r>
        <w:rPr>
          <w:noProof/>
        </w:rPr>
        <w:t>142</w:t>
      </w:r>
    </w:fldSimple>
  </w:p>
  <w:p w:rsidR="00EC5074" w:rsidRDefault="00EC50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074" w:rsidRDefault="00EC5074" w:rsidP="003A5729">
      <w:r>
        <w:separator/>
      </w:r>
    </w:p>
  </w:footnote>
  <w:footnote w:type="continuationSeparator" w:id="1">
    <w:p w:rsidR="00EC5074" w:rsidRDefault="00EC5074" w:rsidP="003A57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0F37"/>
    <w:rsid w:val="000003FF"/>
    <w:rsid w:val="00002481"/>
    <w:rsid w:val="00003536"/>
    <w:rsid w:val="00003976"/>
    <w:rsid w:val="00003A56"/>
    <w:rsid w:val="00004E26"/>
    <w:rsid w:val="00004E61"/>
    <w:rsid w:val="000050F3"/>
    <w:rsid w:val="000057DA"/>
    <w:rsid w:val="0000592F"/>
    <w:rsid w:val="00006BB6"/>
    <w:rsid w:val="00007C0B"/>
    <w:rsid w:val="00007F83"/>
    <w:rsid w:val="00011FB9"/>
    <w:rsid w:val="0001325D"/>
    <w:rsid w:val="000132C8"/>
    <w:rsid w:val="0001580F"/>
    <w:rsid w:val="0001598E"/>
    <w:rsid w:val="000163BC"/>
    <w:rsid w:val="00017D1C"/>
    <w:rsid w:val="00020021"/>
    <w:rsid w:val="000232C2"/>
    <w:rsid w:val="00024001"/>
    <w:rsid w:val="0002441C"/>
    <w:rsid w:val="00031141"/>
    <w:rsid w:val="00031ACB"/>
    <w:rsid w:val="00031EE4"/>
    <w:rsid w:val="000361F0"/>
    <w:rsid w:val="00036D27"/>
    <w:rsid w:val="000433D8"/>
    <w:rsid w:val="000434E3"/>
    <w:rsid w:val="00043A19"/>
    <w:rsid w:val="000443F0"/>
    <w:rsid w:val="000448BD"/>
    <w:rsid w:val="0004739D"/>
    <w:rsid w:val="00050D0D"/>
    <w:rsid w:val="00052D71"/>
    <w:rsid w:val="00052F98"/>
    <w:rsid w:val="000531EC"/>
    <w:rsid w:val="00053F4F"/>
    <w:rsid w:val="000557A4"/>
    <w:rsid w:val="00055C0A"/>
    <w:rsid w:val="000572D7"/>
    <w:rsid w:val="00057AE7"/>
    <w:rsid w:val="00060C65"/>
    <w:rsid w:val="000621E5"/>
    <w:rsid w:val="00062E64"/>
    <w:rsid w:val="00066E56"/>
    <w:rsid w:val="00067429"/>
    <w:rsid w:val="00067F98"/>
    <w:rsid w:val="000708EA"/>
    <w:rsid w:val="00071ADE"/>
    <w:rsid w:val="000739B1"/>
    <w:rsid w:val="00075A09"/>
    <w:rsid w:val="00077F07"/>
    <w:rsid w:val="0008020B"/>
    <w:rsid w:val="000802B0"/>
    <w:rsid w:val="00080D27"/>
    <w:rsid w:val="00083E33"/>
    <w:rsid w:val="00084652"/>
    <w:rsid w:val="00084CD6"/>
    <w:rsid w:val="00087A3E"/>
    <w:rsid w:val="00087FFE"/>
    <w:rsid w:val="0009038E"/>
    <w:rsid w:val="000904AB"/>
    <w:rsid w:val="000905D0"/>
    <w:rsid w:val="00091070"/>
    <w:rsid w:val="00091326"/>
    <w:rsid w:val="00091DD9"/>
    <w:rsid w:val="0009255D"/>
    <w:rsid w:val="00093DC8"/>
    <w:rsid w:val="00094F05"/>
    <w:rsid w:val="000967BD"/>
    <w:rsid w:val="000977F1"/>
    <w:rsid w:val="00097915"/>
    <w:rsid w:val="000A492D"/>
    <w:rsid w:val="000A5E26"/>
    <w:rsid w:val="000A5EA2"/>
    <w:rsid w:val="000A70D5"/>
    <w:rsid w:val="000A7A8E"/>
    <w:rsid w:val="000A7F4D"/>
    <w:rsid w:val="000B0F45"/>
    <w:rsid w:val="000B12FF"/>
    <w:rsid w:val="000B332F"/>
    <w:rsid w:val="000B3AD3"/>
    <w:rsid w:val="000B42B2"/>
    <w:rsid w:val="000B4575"/>
    <w:rsid w:val="000B7D2E"/>
    <w:rsid w:val="000C0165"/>
    <w:rsid w:val="000C132F"/>
    <w:rsid w:val="000C200C"/>
    <w:rsid w:val="000C2ECB"/>
    <w:rsid w:val="000C5785"/>
    <w:rsid w:val="000C637C"/>
    <w:rsid w:val="000C6BE0"/>
    <w:rsid w:val="000C7176"/>
    <w:rsid w:val="000C7AB2"/>
    <w:rsid w:val="000D0AB5"/>
    <w:rsid w:val="000D0CD7"/>
    <w:rsid w:val="000D36C1"/>
    <w:rsid w:val="000D3F0C"/>
    <w:rsid w:val="000D40D6"/>
    <w:rsid w:val="000D425E"/>
    <w:rsid w:val="000D45AA"/>
    <w:rsid w:val="000D4FB9"/>
    <w:rsid w:val="000D5ACA"/>
    <w:rsid w:val="000D61AE"/>
    <w:rsid w:val="000E39A6"/>
    <w:rsid w:val="000E3CD9"/>
    <w:rsid w:val="000E60D7"/>
    <w:rsid w:val="000E7F28"/>
    <w:rsid w:val="000F2BD8"/>
    <w:rsid w:val="000F2C07"/>
    <w:rsid w:val="000F342B"/>
    <w:rsid w:val="000F3CC4"/>
    <w:rsid w:val="000F3E37"/>
    <w:rsid w:val="000F74A2"/>
    <w:rsid w:val="00101F07"/>
    <w:rsid w:val="001031D1"/>
    <w:rsid w:val="001034D4"/>
    <w:rsid w:val="0010513A"/>
    <w:rsid w:val="001065E0"/>
    <w:rsid w:val="00106CAD"/>
    <w:rsid w:val="0010762A"/>
    <w:rsid w:val="00107852"/>
    <w:rsid w:val="00110CE2"/>
    <w:rsid w:val="00111D5C"/>
    <w:rsid w:val="00113B15"/>
    <w:rsid w:val="0011401A"/>
    <w:rsid w:val="00116BCA"/>
    <w:rsid w:val="001209EF"/>
    <w:rsid w:val="0012338A"/>
    <w:rsid w:val="00124B90"/>
    <w:rsid w:val="001264AF"/>
    <w:rsid w:val="00126BA8"/>
    <w:rsid w:val="00127BEF"/>
    <w:rsid w:val="00130199"/>
    <w:rsid w:val="001307D5"/>
    <w:rsid w:val="001311CA"/>
    <w:rsid w:val="00131918"/>
    <w:rsid w:val="00131D65"/>
    <w:rsid w:val="00131FC2"/>
    <w:rsid w:val="00134358"/>
    <w:rsid w:val="0013497A"/>
    <w:rsid w:val="00135FB8"/>
    <w:rsid w:val="00137400"/>
    <w:rsid w:val="00137DDA"/>
    <w:rsid w:val="00137E50"/>
    <w:rsid w:val="00140553"/>
    <w:rsid w:val="001415EB"/>
    <w:rsid w:val="001416FA"/>
    <w:rsid w:val="00141DD0"/>
    <w:rsid w:val="001428BB"/>
    <w:rsid w:val="00146DBC"/>
    <w:rsid w:val="00150E64"/>
    <w:rsid w:val="00153313"/>
    <w:rsid w:val="0015351F"/>
    <w:rsid w:val="00153E5B"/>
    <w:rsid w:val="001548A7"/>
    <w:rsid w:val="00154F28"/>
    <w:rsid w:val="00160116"/>
    <w:rsid w:val="00162AE2"/>
    <w:rsid w:val="00163C19"/>
    <w:rsid w:val="00164932"/>
    <w:rsid w:val="00164AB5"/>
    <w:rsid w:val="00170173"/>
    <w:rsid w:val="001705A9"/>
    <w:rsid w:val="00171606"/>
    <w:rsid w:val="00172483"/>
    <w:rsid w:val="00173F78"/>
    <w:rsid w:val="00175353"/>
    <w:rsid w:val="001755BD"/>
    <w:rsid w:val="00177167"/>
    <w:rsid w:val="001774C1"/>
    <w:rsid w:val="00181419"/>
    <w:rsid w:val="00181E15"/>
    <w:rsid w:val="001825BD"/>
    <w:rsid w:val="00184185"/>
    <w:rsid w:val="0018452F"/>
    <w:rsid w:val="00184CEC"/>
    <w:rsid w:val="00186694"/>
    <w:rsid w:val="00186827"/>
    <w:rsid w:val="00186C0E"/>
    <w:rsid w:val="001903E6"/>
    <w:rsid w:val="001925D6"/>
    <w:rsid w:val="00193B84"/>
    <w:rsid w:val="0019412C"/>
    <w:rsid w:val="00194853"/>
    <w:rsid w:val="00195DD6"/>
    <w:rsid w:val="00197674"/>
    <w:rsid w:val="001A0793"/>
    <w:rsid w:val="001A1722"/>
    <w:rsid w:val="001A197F"/>
    <w:rsid w:val="001A2C43"/>
    <w:rsid w:val="001A4102"/>
    <w:rsid w:val="001A48FB"/>
    <w:rsid w:val="001A5B92"/>
    <w:rsid w:val="001A6267"/>
    <w:rsid w:val="001A6DCB"/>
    <w:rsid w:val="001A74F1"/>
    <w:rsid w:val="001A7D6B"/>
    <w:rsid w:val="001B002B"/>
    <w:rsid w:val="001B12E6"/>
    <w:rsid w:val="001B3EFB"/>
    <w:rsid w:val="001B3F63"/>
    <w:rsid w:val="001B4218"/>
    <w:rsid w:val="001B53A4"/>
    <w:rsid w:val="001B59AD"/>
    <w:rsid w:val="001B5BA0"/>
    <w:rsid w:val="001B5C81"/>
    <w:rsid w:val="001C060B"/>
    <w:rsid w:val="001C1CA4"/>
    <w:rsid w:val="001C1E98"/>
    <w:rsid w:val="001C3B96"/>
    <w:rsid w:val="001C5D5F"/>
    <w:rsid w:val="001D28CA"/>
    <w:rsid w:val="001D299D"/>
    <w:rsid w:val="001D415D"/>
    <w:rsid w:val="001D71A4"/>
    <w:rsid w:val="001D7960"/>
    <w:rsid w:val="001D7ECA"/>
    <w:rsid w:val="001E0879"/>
    <w:rsid w:val="001E15D2"/>
    <w:rsid w:val="001E29AC"/>
    <w:rsid w:val="001E2C7C"/>
    <w:rsid w:val="001E578E"/>
    <w:rsid w:val="001E6119"/>
    <w:rsid w:val="001E68F3"/>
    <w:rsid w:val="001F38A7"/>
    <w:rsid w:val="001F4507"/>
    <w:rsid w:val="001F5AC2"/>
    <w:rsid w:val="001F6F3E"/>
    <w:rsid w:val="001F7187"/>
    <w:rsid w:val="001F785D"/>
    <w:rsid w:val="002009FC"/>
    <w:rsid w:val="002012D3"/>
    <w:rsid w:val="00202555"/>
    <w:rsid w:val="00202DA8"/>
    <w:rsid w:val="0020314C"/>
    <w:rsid w:val="00204DA1"/>
    <w:rsid w:val="00205042"/>
    <w:rsid w:val="00205A37"/>
    <w:rsid w:val="00206084"/>
    <w:rsid w:val="00207E84"/>
    <w:rsid w:val="00211F11"/>
    <w:rsid w:val="00213B2F"/>
    <w:rsid w:val="002149E7"/>
    <w:rsid w:val="00216773"/>
    <w:rsid w:val="002175CF"/>
    <w:rsid w:val="002175D3"/>
    <w:rsid w:val="00220578"/>
    <w:rsid w:val="00220597"/>
    <w:rsid w:val="002213DB"/>
    <w:rsid w:val="002214D7"/>
    <w:rsid w:val="002229C7"/>
    <w:rsid w:val="00223E98"/>
    <w:rsid w:val="00224934"/>
    <w:rsid w:val="00227198"/>
    <w:rsid w:val="00227F60"/>
    <w:rsid w:val="002307B9"/>
    <w:rsid w:val="0023097C"/>
    <w:rsid w:val="00231309"/>
    <w:rsid w:val="002324B9"/>
    <w:rsid w:val="00236F1D"/>
    <w:rsid w:val="002379CC"/>
    <w:rsid w:val="00237EF1"/>
    <w:rsid w:val="00240E1E"/>
    <w:rsid w:val="002421F8"/>
    <w:rsid w:val="002424ED"/>
    <w:rsid w:val="00242AB8"/>
    <w:rsid w:val="00245E25"/>
    <w:rsid w:val="00251B58"/>
    <w:rsid w:val="0025341D"/>
    <w:rsid w:val="00253BDF"/>
    <w:rsid w:val="002563A3"/>
    <w:rsid w:val="00256CDF"/>
    <w:rsid w:val="002617F5"/>
    <w:rsid w:val="00261B9C"/>
    <w:rsid w:val="002666D5"/>
    <w:rsid w:val="00267E3F"/>
    <w:rsid w:val="00270A50"/>
    <w:rsid w:val="002721D9"/>
    <w:rsid w:val="00272E2F"/>
    <w:rsid w:val="00273DDD"/>
    <w:rsid w:val="00274CC0"/>
    <w:rsid w:val="00280E78"/>
    <w:rsid w:val="0028108A"/>
    <w:rsid w:val="00281BE7"/>
    <w:rsid w:val="00281E8C"/>
    <w:rsid w:val="0028202C"/>
    <w:rsid w:val="00282955"/>
    <w:rsid w:val="00283696"/>
    <w:rsid w:val="00283F2C"/>
    <w:rsid w:val="00285761"/>
    <w:rsid w:val="00287636"/>
    <w:rsid w:val="00290472"/>
    <w:rsid w:val="002940F9"/>
    <w:rsid w:val="002968C5"/>
    <w:rsid w:val="0029750B"/>
    <w:rsid w:val="002A0E53"/>
    <w:rsid w:val="002A11EC"/>
    <w:rsid w:val="002A14AE"/>
    <w:rsid w:val="002A34B2"/>
    <w:rsid w:val="002A7559"/>
    <w:rsid w:val="002A7D06"/>
    <w:rsid w:val="002B052B"/>
    <w:rsid w:val="002B0EAE"/>
    <w:rsid w:val="002B1418"/>
    <w:rsid w:val="002B3EB9"/>
    <w:rsid w:val="002B486F"/>
    <w:rsid w:val="002B7902"/>
    <w:rsid w:val="002C0EBB"/>
    <w:rsid w:val="002C1A8E"/>
    <w:rsid w:val="002C4502"/>
    <w:rsid w:val="002C48A7"/>
    <w:rsid w:val="002C6EAC"/>
    <w:rsid w:val="002C7F5E"/>
    <w:rsid w:val="002D0A8C"/>
    <w:rsid w:val="002D1804"/>
    <w:rsid w:val="002D2062"/>
    <w:rsid w:val="002D2C57"/>
    <w:rsid w:val="002D34F0"/>
    <w:rsid w:val="002D4F20"/>
    <w:rsid w:val="002D67ED"/>
    <w:rsid w:val="002D771A"/>
    <w:rsid w:val="002E188C"/>
    <w:rsid w:val="002E33D7"/>
    <w:rsid w:val="002E354B"/>
    <w:rsid w:val="002E3D64"/>
    <w:rsid w:val="002E4785"/>
    <w:rsid w:val="002E4E04"/>
    <w:rsid w:val="002E4F9D"/>
    <w:rsid w:val="002E5093"/>
    <w:rsid w:val="002E76B5"/>
    <w:rsid w:val="002E7C0C"/>
    <w:rsid w:val="002F022A"/>
    <w:rsid w:val="002F1E90"/>
    <w:rsid w:val="002F2233"/>
    <w:rsid w:val="002F3CDB"/>
    <w:rsid w:val="002F3D4A"/>
    <w:rsid w:val="002F6257"/>
    <w:rsid w:val="002F6B86"/>
    <w:rsid w:val="002F7A63"/>
    <w:rsid w:val="00300CAC"/>
    <w:rsid w:val="00301919"/>
    <w:rsid w:val="0030333E"/>
    <w:rsid w:val="003048C4"/>
    <w:rsid w:val="00305941"/>
    <w:rsid w:val="00311567"/>
    <w:rsid w:val="003122E6"/>
    <w:rsid w:val="00312917"/>
    <w:rsid w:val="00313BF3"/>
    <w:rsid w:val="00314C20"/>
    <w:rsid w:val="00314EF7"/>
    <w:rsid w:val="0031598C"/>
    <w:rsid w:val="003174A0"/>
    <w:rsid w:val="0031781B"/>
    <w:rsid w:val="003204C1"/>
    <w:rsid w:val="00321EE8"/>
    <w:rsid w:val="00322176"/>
    <w:rsid w:val="003266B9"/>
    <w:rsid w:val="00326898"/>
    <w:rsid w:val="00327363"/>
    <w:rsid w:val="00331F56"/>
    <w:rsid w:val="003331AE"/>
    <w:rsid w:val="003332FA"/>
    <w:rsid w:val="00333C76"/>
    <w:rsid w:val="003351D6"/>
    <w:rsid w:val="00337A11"/>
    <w:rsid w:val="00337E27"/>
    <w:rsid w:val="00341C67"/>
    <w:rsid w:val="00343727"/>
    <w:rsid w:val="003442E1"/>
    <w:rsid w:val="00346EB5"/>
    <w:rsid w:val="0034764F"/>
    <w:rsid w:val="0035035A"/>
    <w:rsid w:val="003512C6"/>
    <w:rsid w:val="00351C66"/>
    <w:rsid w:val="00351CD4"/>
    <w:rsid w:val="00352549"/>
    <w:rsid w:val="00352692"/>
    <w:rsid w:val="00352BC4"/>
    <w:rsid w:val="0035569D"/>
    <w:rsid w:val="003577AC"/>
    <w:rsid w:val="003620B6"/>
    <w:rsid w:val="003624BB"/>
    <w:rsid w:val="0036334A"/>
    <w:rsid w:val="003671A4"/>
    <w:rsid w:val="00372A06"/>
    <w:rsid w:val="00372ACD"/>
    <w:rsid w:val="0037513A"/>
    <w:rsid w:val="00375674"/>
    <w:rsid w:val="00375D17"/>
    <w:rsid w:val="00375FA5"/>
    <w:rsid w:val="0037646A"/>
    <w:rsid w:val="00376FA9"/>
    <w:rsid w:val="003771AF"/>
    <w:rsid w:val="00377633"/>
    <w:rsid w:val="0038209C"/>
    <w:rsid w:val="00382752"/>
    <w:rsid w:val="003829E1"/>
    <w:rsid w:val="003830BF"/>
    <w:rsid w:val="003901AD"/>
    <w:rsid w:val="0039172C"/>
    <w:rsid w:val="0039274D"/>
    <w:rsid w:val="00392FB2"/>
    <w:rsid w:val="00393EED"/>
    <w:rsid w:val="00394699"/>
    <w:rsid w:val="00395406"/>
    <w:rsid w:val="003A06EE"/>
    <w:rsid w:val="003A0A64"/>
    <w:rsid w:val="003A0CC1"/>
    <w:rsid w:val="003A14F1"/>
    <w:rsid w:val="003A2308"/>
    <w:rsid w:val="003A4350"/>
    <w:rsid w:val="003A4AE7"/>
    <w:rsid w:val="003A5729"/>
    <w:rsid w:val="003A58AC"/>
    <w:rsid w:val="003B0890"/>
    <w:rsid w:val="003B2436"/>
    <w:rsid w:val="003B2DCC"/>
    <w:rsid w:val="003B3C26"/>
    <w:rsid w:val="003B481D"/>
    <w:rsid w:val="003B489D"/>
    <w:rsid w:val="003B5B92"/>
    <w:rsid w:val="003B7429"/>
    <w:rsid w:val="003C1021"/>
    <w:rsid w:val="003C1A22"/>
    <w:rsid w:val="003C1BF0"/>
    <w:rsid w:val="003C728C"/>
    <w:rsid w:val="003D4CA4"/>
    <w:rsid w:val="003D56E8"/>
    <w:rsid w:val="003D782E"/>
    <w:rsid w:val="003D7B34"/>
    <w:rsid w:val="003D7B82"/>
    <w:rsid w:val="003E0E14"/>
    <w:rsid w:val="003E50BE"/>
    <w:rsid w:val="003E7310"/>
    <w:rsid w:val="003F0E7B"/>
    <w:rsid w:val="003F1227"/>
    <w:rsid w:val="003F20ED"/>
    <w:rsid w:val="003F26ED"/>
    <w:rsid w:val="003F2CA4"/>
    <w:rsid w:val="003F4C30"/>
    <w:rsid w:val="003F748F"/>
    <w:rsid w:val="0040056B"/>
    <w:rsid w:val="00400CE9"/>
    <w:rsid w:val="004010F7"/>
    <w:rsid w:val="00401B46"/>
    <w:rsid w:val="00403E17"/>
    <w:rsid w:val="00404B85"/>
    <w:rsid w:val="004059C1"/>
    <w:rsid w:val="0041070C"/>
    <w:rsid w:val="0041147F"/>
    <w:rsid w:val="00414F6A"/>
    <w:rsid w:val="0041615A"/>
    <w:rsid w:val="0041773A"/>
    <w:rsid w:val="0042063F"/>
    <w:rsid w:val="00422FDE"/>
    <w:rsid w:val="00423C65"/>
    <w:rsid w:val="00425BEE"/>
    <w:rsid w:val="00425EDE"/>
    <w:rsid w:val="0042689D"/>
    <w:rsid w:val="00430F43"/>
    <w:rsid w:val="0043103D"/>
    <w:rsid w:val="00433E5D"/>
    <w:rsid w:val="004410E6"/>
    <w:rsid w:val="0044169B"/>
    <w:rsid w:val="00443E58"/>
    <w:rsid w:val="00444FE1"/>
    <w:rsid w:val="0044533D"/>
    <w:rsid w:val="00447DA4"/>
    <w:rsid w:val="00450BDB"/>
    <w:rsid w:val="004524BA"/>
    <w:rsid w:val="004573D1"/>
    <w:rsid w:val="0045798F"/>
    <w:rsid w:val="00460F5E"/>
    <w:rsid w:val="004618AE"/>
    <w:rsid w:val="00461AD5"/>
    <w:rsid w:val="00465987"/>
    <w:rsid w:val="00466AD5"/>
    <w:rsid w:val="004704EC"/>
    <w:rsid w:val="004714C9"/>
    <w:rsid w:val="00471D57"/>
    <w:rsid w:val="00471E3C"/>
    <w:rsid w:val="00472CD7"/>
    <w:rsid w:val="00474063"/>
    <w:rsid w:val="00476F38"/>
    <w:rsid w:val="00477C11"/>
    <w:rsid w:val="004803A2"/>
    <w:rsid w:val="00480ABE"/>
    <w:rsid w:val="0048155A"/>
    <w:rsid w:val="004826E1"/>
    <w:rsid w:val="0048449C"/>
    <w:rsid w:val="0048472E"/>
    <w:rsid w:val="00487069"/>
    <w:rsid w:val="0049054D"/>
    <w:rsid w:val="00490FD6"/>
    <w:rsid w:val="00491846"/>
    <w:rsid w:val="00493D42"/>
    <w:rsid w:val="004966ED"/>
    <w:rsid w:val="004968F2"/>
    <w:rsid w:val="004A05FC"/>
    <w:rsid w:val="004A09F2"/>
    <w:rsid w:val="004A1076"/>
    <w:rsid w:val="004A212B"/>
    <w:rsid w:val="004A32C1"/>
    <w:rsid w:val="004A523A"/>
    <w:rsid w:val="004A70CF"/>
    <w:rsid w:val="004A7DBE"/>
    <w:rsid w:val="004B3BCB"/>
    <w:rsid w:val="004B3D34"/>
    <w:rsid w:val="004B4367"/>
    <w:rsid w:val="004B48CF"/>
    <w:rsid w:val="004B5C2B"/>
    <w:rsid w:val="004B6027"/>
    <w:rsid w:val="004B780F"/>
    <w:rsid w:val="004B79AF"/>
    <w:rsid w:val="004C0617"/>
    <w:rsid w:val="004C0CC4"/>
    <w:rsid w:val="004C1C9C"/>
    <w:rsid w:val="004C3037"/>
    <w:rsid w:val="004C313A"/>
    <w:rsid w:val="004C42E9"/>
    <w:rsid w:val="004C516B"/>
    <w:rsid w:val="004D11FB"/>
    <w:rsid w:val="004D19E2"/>
    <w:rsid w:val="004D1F4D"/>
    <w:rsid w:val="004D23B9"/>
    <w:rsid w:val="004D6E64"/>
    <w:rsid w:val="004E0ED5"/>
    <w:rsid w:val="004E14FD"/>
    <w:rsid w:val="004E1D33"/>
    <w:rsid w:val="004E58BF"/>
    <w:rsid w:val="004E5F89"/>
    <w:rsid w:val="004E61C2"/>
    <w:rsid w:val="004E6448"/>
    <w:rsid w:val="004E69D7"/>
    <w:rsid w:val="004E7572"/>
    <w:rsid w:val="004E7737"/>
    <w:rsid w:val="004E7C22"/>
    <w:rsid w:val="004E7DC2"/>
    <w:rsid w:val="004F0049"/>
    <w:rsid w:val="004F093F"/>
    <w:rsid w:val="004F0B87"/>
    <w:rsid w:val="004F1AF9"/>
    <w:rsid w:val="004F2A3D"/>
    <w:rsid w:val="004F32AD"/>
    <w:rsid w:val="004F48BD"/>
    <w:rsid w:val="004F543D"/>
    <w:rsid w:val="004F7BF1"/>
    <w:rsid w:val="0050293B"/>
    <w:rsid w:val="005029EA"/>
    <w:rsid w:val="0050329F"/>
    <w:rsid w:val="00503306"/>
    <w:rsid w:val="00503F4F"/>
    <w:rsid w:val="00505C73"/>
    <w:rsid w:val="00505F9C"/>
    <w:rsid w:val="0050656D"/>
    <w:rsid w:val="0050686A"/>
    <w:rsid w:val="00506F14"/>
    <w:rsid w:val="00510B66"/>
    <w:rsid w:val="005122C7"/>
    <w:rsid w:val="005144C5"/>
    <w:rsid w:val="005146F9"/>
    <w:rsid w:val="00514F31"/>
    <w:rsid w:val="00516016"/>
    <w:rsid w:val="00516306"/>
    <w:rsid w:val="00516611"/>
    <w:rsid w:val="00516C0D"/>
    <w:rsid w:val="00516CF7"/>
    <w:rsid w:val="00516F0F"/>
    <w:rsid w:val="00516F9D"/>
    <w:rsid w:val="00520B30"/>
    <w:rsid w:val="005278FF"/>
    <w:rsid w:val="005301D9"/>
    <w:rsid w:val="00530B18"/>
    <w:rsid w:val="005369F3"/>
    <w:rsid w:val="00536B45"/>
    <w:rsid w:val="005375BE"/>
    <w:rsid w:val="005401F3"/>
    <w:rsid w:val="00541215"/>
    <w:rsid w:val="0054228D"/>
    <w:rsid w:val="00542BB7"/>
    <w:rsid w:val="005445C5"/>
    <w:rsid w:val="00544F09"/>
    <w:rsid w:val="0054574B"/>
    <w:rsid w:val="00545960"/>
    <w:rsid w:val="0054636C"/>
    <w:rsid w:val="00546C71"/>
    <w:rsid w:val="00553544"/>
    <w:rsid w:val="00553E83"/>
    <w:rsid w:val="00555D2D"/>
    <w:rsid w:val="00555FCB"/>
    <w:rsid w:val="00560399"/>
    <w:rsid w:val="0056251E"/>
    <w:rsid w:val="00562549"/>
    <w:rsid w:val="00562FA1"/>
    <w:rsid w:val="00563864"/>
    <w:rsid w:val="00565083"/>
    <w:rsid w:val="00570BFD"/>
    <w:rsid w:val="005714C7"/>
    <w:rsid w:val="0057198C"/>
    <w:rsid w:val="00572B71"/>
    <w:rsid w:val="0057340D"/>
    <w:rsid w:val="005736F0"/>
    <w:rsid w:val="00574389"/>
    <w:rsid w:val="00574ECA"/>
    <w:rsid w:val="00575361"/>
    <w:rsid w:val="005753A7"/>
    <w:rsid w:val="00575965"/>
    <w:rsid w:val="00577120"/>
    <w:rsid w:val="0057767E"/>
    <w:rsid w:val="0058109D"/>
    <w:rsid w:val="00583979"/>
    <w:rsid w:val="00585659"/>
    <w:rsid w:val="005900C2"/>
    <w:rsid w:val="00590CD3"/>
    <w:rsid w:val="00593957"/>
    <w:rsid w:val="00595D8F"/>
    <w:rsid w:val="00597DBC"/>
    <w:rsid w:val="005A3BE2"/>
    <w:rsid w:val="005A4A18"/>
    <w:rsid w:val="005A5778"/>
    <w:rsid w:val="005A5ECF"/>
    <w:rsid w:val="005A7529"/>
    <w:rsid w:val="005A7BE6"/>
    <w:rsid w:val="005A7DD5"/>
    <w:rsid w:val="005B2428"/>
    <w:rsid w:val="005B31DB"/>
    <w:rsid w:val="005B38FA"/>
    <w:rsid w:val="005B3ED1"/>
    <w:rsid w:val="005B443C"/>
    <w:rsid w:val="005B5B78"/>
    <w:rsid w:val="005B62A4"/>
    <w:rsid w:val="005B7D85"/>
    <w:rsid w:val="005C0B3D"/>
    <w:rsid w:val="005C14B5"/>
    <w:rsid w:val="005C2230"/>
    <w:rsid w:val="005C2DF5"/>
    <w:rsid w:val="005C2F91"/>
    <w:rsid w:val="005C3684"/>
    <w:rsid w:val="005C4674"/>
    <w:rsid w:val="005C741D"/>
    <w:rsid w:val="005D029D"/>
    <w:rsid w:val="005D3816"/>
    <w:rsid w:val="005D520A"/>
    <w:rsid w:val="005D7B1E"/>
    <w:rsid w:val="005E16F2"/>
    <w:rsid w:val="005E1A88"/>
    <w:rsid w:val="005E2289"/>
    <w:rsid w:val="005E306E"/>
    <w:rsid w:val="005E414D"/>
    <w:rsid w:val="005E511D"/>
    <w:rsid w:val="005E515C"/>
    <w:rsid w:val="005E7AB3"/>
    <w:rsid w:val="005E7E20"/>
    <w:rsid w:val="005F05EA"/>
    <w:rsid w:val="005F220E"/>
    <w:rsid w:val="005F22DC"/>
    <w:rsid w:val="005F3002"/>
    <w:rsid w:val="005F3198"/>
    <w:rsid w:val="005F46F4"/>
    <w:rsid w:val="005F58F4"/>
    <w:rsid w:val="005F63BF"/>
    <w:rsid w:val="005F6896"/>
    <w:rsid w:val="00600E54"/>
    <w:rsid w:val="006011D8"/>
    <w:rsid w:val="00601248"/>
    <w:rsid w:val="00603B4C"/>
    <w:rsid w:val="00605856"/>
    <w:rsid w:val="0060590B"/>
    <w:rsid w:val="00605F25"/>
    <w:rsid w:val="00606210"/>
    <w:rsid w:val="00606FD9"/>
    <w:rsid w:val="0060745F"/>
    <w:rsid w:val="00607A86"/>
    <w:rsid w:val="0061106A"/>
    <w:rsid w:val="006133C3"/>
    <w:rsid w:val="006142DF"/>
    <w:rsid w:val="0061580B"/>
    <w:rsid w:val="00617169"/>
    <w:rsid w:val="00621863"/>
    <w:rsid w:val="006233D9"/>
    <w:rsid w:val="00630053"/>
    <w:rsid w:val="00630577"/>
    <w:rsid w:val="00631FCD"/>
    <w:rsid w:val="00632C97"/>
    <w:rsid w:val="00632D87"/>
    <w:rsid w:val="00632F2C"/>
    <w:rsid w:val="00635DDA"/>
    <w:rsid w:val="00641182"/>
    <w:rsid w:val="00642A79"/>
    <w:rsid w:val="00642D4B"/>
    <w:rsid w:val="006454E5"/>
    <w:rsid w:val="006463CB"/>
    <w:rsid w:val="00646688"/>
    <w:rsid w:val="0065212A"/>
    <w:rsid w:val="00652F2D"/>
    <w:rsid w:val="0065355E"/>
    <w:rsid w:val="00654223"/>
    <w:rsid w:val="00655066"/>
    <w:rsid w:val="00656FDA"/>
    <w:rsid w:val="00657348"/>
    <w:rsid w:val="006579E3"/>
    <w:rsid w:val="0066085E"/>
    <w:rsid w:val="0066166E"/>
    <w:rsid w:val="00661DAC"/>
    <w:rsid w:val="00662FB1"/>
    <w:rsid w:val="006654DD"/>
    <w:rsid w:val="00666DAA"/>
    <w:rsid w:val="00666DD0"/>
    <w:rsid w:val="00670310"/>
    <w:rsid w:val="00670B22"/>
    <w:rsid w:val="00673F0F"/>
    <w:rsid w:val="00674F34"/>
    <w:rsid w:val="0067502A"/>
    <w:rsid w:val="00675035"/>
    <w:rsid w:val="006768E0"/>
    <w:rsid w:val="006809E3"/>
    <w:rsid w:val="00680B04"/>
    <w:rsid w:val="00681794"/>
    <w:rsid w:val="00681801"/>
    <w:rsid w:val="006820A8"/>
    <w:rsid w:val="0068251C"/>
    <w:rsid w:val="00683812"/>
    <w:rsid w:val="00683912"/>
    <w:rsid w:val="00683F3E"/>
    <w:rsid w:val="00684292"/>
    <w:rsid w:val="00687133"/>
    <w:rsid w:val="00687AE3"/>
    <w:rsid w:val="00690306"/>
    <w:rsid w:val="006917EE"/>
    <w:rsid w:val="006927D1"/>
    <w:rsid w:val="00692904"/>
    <w:rsid w:val="00695EBF"/>
    <w:rsid w:val="0069640E"/>
    <w:rsid w:val="006976BA"/>
    <w:rsid w:val="00697A81"/>
    <w:rsid w:val="006A07AC"/>
    <w:rsid w:val="006A179B"/>
    <w:rsid w:val="006A1B79"/>
    <w:rsid w:val="006A41C6"/>
    <w:rsid w:val="006A4297"/>
    <w:rsid w:val="006A46CA"/>
    <w:rsid w:val="006A600C"/>
    <w:rsid w:val="006A6D3F"/>
    <w:rsid w:val="006B12C9"/>
    <w:rsid w:val="006B1593"/>
    <w:rsid w:val="006B1A38"/>
    <w:rsid w:val="006B3C3F"/>
    <w:rsid w:val="006B4EB3"/>
    <w:rsid w:val="006B5746"/>
    <w:rsid w:val="006B66D7"/>
    <w:rsid w:val="006B7304"/>
    <w:rsid w:val="006C1F02"/>
    <w:rsid w:val="006C219C"/>
    <w:rsid w:val="006C274A"/>
    <w:rsid w:val="006C2DA3"/>
    <w:rsid w:val="006C439B"/>
    <w:rsid w:val="006C4BF4"/>
    <w:rsid w:val="006C4F38"/>
    <w:rsid w:val="006C6A38"/>
    <w:rsid w:val="006D10EC"/>
    <w:rsid w:val="006D23FF"/>
    <w:rsid w:val="006D5700"/>
    <w:rsid w:val="006D6C67"/>
    <w:rsid w:val="006D7C34"/>
    <w:rsid w:val="006E0468"/>
    <w:rsid w:val="006E15E1"/>
    <w:rsid w:val="006E232B"/>
    <w:rsid w:val="006E2D54"/>
    <w:rsid w:val="006E2FE9"/>
    <w:rsid w:val="006E36B4"/>
    <w:rsid w:val="006E40DF"/>
    <w:rsid w:val="006E467A"/>
    <w:rsid w:val="006E473B"/>
    <w:rsid w:val="006E6B52"/>
    <w:rsid w:val="006F2D3F"/>
    <w:rsid w:val="006F44A2"/>
    <w:rsid w:val="006F4D42"/>
    <w:rsid w:val="006F7DF8"/>
    <w:rsid w:val="00700BA9"/>
    <w:rsid w:val="00700F52"/>
    <w:rsid w:val="00701C46"/>
    <w:rsid w:val="00702103"/>
    <w:rsid w:val="00702EDB"/>
    <w:rsid w:val="007050EA"/>
    <w:rsid w:val="007056ED"/>
    <w:rsid w:val="00705DA8"/>
    <w:rsid w:val="007063DD"/>
    <w:rsid w:val="00706693"/>
    <w:rsid w:val="00706A90"/>
    <w:rsid w:val="007111CF"/>
    <w:rsid w:val="007130A4"/>
    <w:rsid w:val="00713C28"/>
    <w:rsid w:val="0071472F"/>
    <w:rsid w:val="00715C9D"/>
    <w:rsid w:val="007167CA"/>
    <w:rsid w:val="00716954"/>
    <w:rsid w:val="00716BE1"/>
    <w:rsid w:val="007201C0"/>
    <w:rsid w:val="00721B43"/>
    <w:rsid w:val="0072522B"/>
    <w:rsid w:val="0072624D"/>
    <w:rsid w:val="007323B2"/>
    <w:rsid w:val="00733527"/>
    <w:rsid w:val="00735743"/>
    <w:rsid w:val="00737E2B"/>
    <w:rsid w:val="00737F06"/>
    <w:rsid w:val="00741686"/>
    <w:rsid w:val="007417DC"/>
    <w:rsid w:val="00742901"/>
    <w:rsid w:val="00744882"/>
    <w:rsid w:val="00746578"/>
    <w:rsid w:val="007500B2"/>
    <w:rsid w:val="00751D8F"/>
    <w:rsid w:val="00752982"/>
    <w:rsid w:val="00754C3C"/>
    <w:rsid w:val="00757DF4"/>
    <w:rsid w:val="00757F5C"/>
    <w:rsid w:val="0076084B"/>
    <w:rsid w:val="007610B4"/>
    <w:rsid w:val="00761F1E"/>
    <w:rsid w:val="0076291C"/>
    <w:rsid w:val="00763124"/>
    <w:rsid w:val="007631E2"/>
    <w:rsid w:val="0076704D"/>
    <w:rsid w:val="00767150"/>
    <w:rsid w:val="00767782"/>
    <w:rsid w:val="007714A5"/>
    <w:rsid w:val="00771A35"/>
    <w:rsid w:val="00771FAA"/>
    <w:rsid w:val="0077315C"/>
    <w:rsid w:val="0077417B"/>
    <w:rsid w:val="007744CE"/>
    <w:rsid w:val="007748D9"/>
    <w:rsid w:val="00774BB8"/>
    <w:rsid w:val="00774D98"/>
    <w:rsid w:val="0077698D"/>
    <w:rsid w:val="007769CA"/>
    <w:rsid w:val="00777543"/>
    <w:rsid w:val="00777A86"/>
    <w:rsid w:val="00780D5B"/>
    <w:rsid w:val="0078156C"/>
    <w:rsid w:val="00782781"/>
    <w:rsid w:val="00782922"/>
    <w:rsid w:val="00782C23"/>
    <w:rsid w:val="007857F7"/>
    <w:rsid w:val="007863C3"/>
    <w:rsid w:val="007905C1"/>
    <w:rsid w:val="00790AD2"/>
    <w:rsid w:val="00791368"/>
    <w:rsid w:val="00791BE1"/>
    <w:rsid w:val="00792241"/>
    <w:rsid w:val="00792A8A"/>
    <w:rsid w:val="007935FE"/>
    <w:rsid w:val="00794838"/>
    <w:rsid w:val="0079508A"/>
    <w:rsid w:val="007951F4"/>
    <w:rsid w:val="007961CA"/>
    <w:rsid w:val="0079778F"/>
    <w:rsid w:val="00797C11"/>
    <w:rsid w:val="007A1FBB"/>
    <w:rsid w:val="007A281E"/>
    <w:rsid w:val="007A2C68"/>
    <w:rsid w:val="007A3033"/>
    <w:rsid w:val="007A420C"/>
    <w:rsid w:val="007A5858"/>
    <w:rsid w:val="007B0348"/>
    <w:rsid w:val="007B0B3B"/>
    <w:rsid w:val="007B14ED"/>
    <w:rsid w:val="007B198C"/>
    <w:rsid w:val="007B3886"/>
    <w:rsid w:val="007B3ED2"/>
    <w:rsid w:val="007B3F14"/>
    <w:rsid w:val="007B521C"/>
    <w:rsid w:val="007B76FC"/>
    <w:rsid w:val="007B7F1D"/>
    <w:rsid w:val="007C07CD"/>
    <w:rsid w:val="007C0DE5"/>
    <w:rsid w:val="007C2C4D"/>
    <w:rsid w:val="007C337A"/>
    <w:rsid w:val="007C3C0D"/>
    <w:rsid w:val="007C4A1D"/>
    <w:rsid w:val="007C51A4"/>
    <w:rsid w:val="007C5447"/>
    <w:rsid w:val="007C6B77"/>
    <w:rsid w:val="007C72D8"/>
    <w:rsid w:val="007C79B3"/>
    <w:rsid w:val="007C7CE4"/>
    <w:rsid w:val="007D3EE8"/>
    <w:rsid w:val="007D5C10"/>
    <w:rsid w:val="007D5F5F"/>
    <w:rsid w:val="007D7A24"/>
    <w:rsid w:val="007D7FB9"/>
    <w:rsid w:val="007E079E"/>
    <w:rsid w:val="007E269A"/>
    <w:rsid w:val="007E3FB7"/>
    <w:rsid w:val="007E5D88"/>
    <w:rsid w:val="007F04FD"/>
    <w:rsid w:val="007F0F18"/>
    <w:rsid w:val="007F17CF"/>
    <w:rsid w:val="007F1C78"/>
    <w:rsid w:val="007F2050"/>
    <w:rsid w:val="007F4B68"/>
    <w:rsid w:val="00802254"/>
    <w:rsid w:val="0080693A"/>
    <w:rsid w:val="008069D3"/>
    <w:rsid w:val="00807414"/>
    <w:rsid w:val="008076E2"/>
    <w:rsid w:val="008077D4"/>
    <w:rsid w:val="00812925"/>
    <w:rsid w:val="008130E3"/>
    <w:rsid w:val="0081331E"/>
    <w:rsid w:val="00813BC5"/>
    <w:rsid w:val="008142A0"/>
    <w:rsid w:val="00814470"/>
    <w:rsid w:val="00814854"/>
    <w:rsid w:val="00815511"/>
    <w:rsid w:val="008177E9"/>
    <w:rsid w:val="00817CD5"/>
    <w:rsid w:val="00820D89"/>
    <w:rsid w:val="00821140"/>
    <w:rsid w:val="00821B14"/>
    <w:rsid w:val="00822487"/>
    <w:rsid w:val="00825845"/>
    <w:rsid w:val="00825CD5"/>
    <w:rsid w:val="00826B24"/>
    <w:rsid w:val="00826C06"/>
    <w:rsid w:val="0082720E"/>
    <w:rsid w:val="00827855"/>
    <w:rsid w:val="00830E02"/>
    <w:rsid w:val="00832BA8"/>
    <w:rsid w:val="00833719"/>
    <w:rsid w:val="00833CF5"/>
    <w:rsid w:val="008346D2"/>
    <w:rsid w:val="00834709"/>
    <w:rsid w:val="008348C7"/>
    <w:rsid w:val="008365F7"/>
    <w:rsid w:val="0083737C"/>
    <w:rsid w:val="008374C2"/>
    <w:rsid w:val="008422F7"/>
    <w:rsid w:val="008425C8"/>
    <w:rsid w:val="00844B18"/>
    <w:rsid w:val="00847A96"/>
    <w:rsid w:val="008524BA"/>
    <w:rsid w:val="0085545B"/>
    <w:rsid w:val="00855946"/>
    <w:rsid w:val="00857538"/>
    <w:rsid w:val="00857E5B"/>
    <w:rsid w:val="00860549"/>
    <w:rsid w:val="0086062D"/>
    <w:rsid w:val="0086116F"/>
    <w:rsid w:val="00861DBC"/>
    <w:rsid w:val="00862CEF"/>
    <w:rsid w:val="00864A4D"/>
    <w:rsid w:val="00864E21"/>
    <w:rsid w:val="00870458"/>
    <w:rsid w:val="00873481"/>
    <w:rsid w:val="00874CB2"/>
    <w:rsid w:val="00877173"/>
    <w:rsid w:val="00877484"/>
    <w:rsid w:val="008805A3"/>
    <w:rsid w:val="00881B57"/>
    <w:rsid w:val="008845C4"/>
    <w:rsid w:val="00891503"/>
    <w:rsid w:val="00896188"/>
    <w:rsid w:val="008A1CD8"/>
    <w:rsid w:val="008A1E86"/>
    <w:rsid w:val="008A2145"/>
    <w:rsid w:val="008A2B4E"/>
    <w:rsid w:val="008A44AE"/>
    <w:rsid w:val="008A5135"/>
    <w:rsid w:val="008A5EB0"/>
    <w:rsid w:val="008A6646"/>
    <w:rsid w:val="008B172A"/>
    <w:rsid w:val="008B2BC4"/>
    <w:rsid w:val="008B2F3B"/>
    <w:rsid w:val="008B4C0D"/>
    <w:rsid w:val="008B7FA7"/>
    <w:rsid w:val="008C0F8E"/>
    <w:rsid w:val="008C10A2"/>
    <w:rsid w:val="008C4BEF"/>
    <w:rsid w:val="008C5894"/>
    <w:rsid w:val="008E1867"/>
    <w:rsid w:val="008E2622"/>
    <w:rsid w:val="008E2794"/>
    <w:rsid w:val="008E3259"/>
    <w:rsid w:val="008E50CD"/>
    <w:rsid w:val="008E54FA"/>
    <w:rsid w:val="008E6453"/>
    <w:rsid w:val="008E67A7"/>
    <w:rsid w:val="008E7109"/>
    <w:rsid w:val="008E79ED"/>
    <w:rsid w:val="008E7CC4"/>
    <w:rsid w:val="008F07FA"/>
    <w:rsid w:val="008F14DD"/>
    <w:rsid w:val="008F1E12"/>
    <w:rsid w:val="008F233F"/>
    <w:rsid w:val="008F305D"/>
    <w:rsid w:val="008F3494"/>
    <w:rsid w:val="008F49B2"/>
    <w:rsid w:val="008F4FBF"/>
    <w:rsid w:val="008F67DE"/>
    <w:rsid w:val="00900465"/>
    <w:rsid w:val="0090077A"/>
    <w:rsid w:val="009045F3"/>
    <w:rsid w:val="00905C28"/>
    <w:rsid w:val="00906469"/>
    <w:rsid w:val="009115B4"/>
    <w:rsid w:val="00911E01"/>
    <w:rsid w:val="0091352A"/>
    <w:rsid w:val="00915C18"/>
    <w:rsid w:val="00916417"/>
    <w:rsid w:val="00917001"/>
    <w:rsid w:val="009174D9"/>
    <w:rsid w:val="00917B24"/>
    <w:rsid w:val="00920DB2"/>
    <w:rsid w:val="00921D77"/>
    <w:rsid w:val="00923047"/>
    <w:rsid w:val="00925A23"/>
    <w:rsid w:val="0092668F"/>
    <w:rsid w:val="00926A1B"/>
    <w:rsid w:val="00927AD4"/>
    <w:rsid w:val="00927CBD"/>
    <w:rsid w:val="00927F75"/>
    <w:rsid w:val="00933389"/>
    <w:rsid w:val="00933918"/>
    <w:rsid w:val="00933F63"/>
    <w:rsid w:val="00935E90"/>
    <w:rsid w:val="009366A7"/>
    <w:rsid w:val="009401AF"/>
    <w:rsid w:val="009404A3"/>
    <w:rsid w:val="0094098B"/>
    <w:rsid w:val="00940ECC"/>
    <w:rsid w:val="00941AE2"/>
    <w:rsid w:val="009436AD"/>
    <w:rsid w:val="00943BDE"/>
    <w:rsid w:val="00944B3B"/>
    <w:rsid w:val="00946543"/>
    <w:rsid w:val="00946C9A"/>
    <w:rsid w:val="00947600"/>
    <w:rsid w:val="00947C4A"/>
    <w:rsid w:val="0095002D"/>
    <w:rsid w:val="009501A3"/>
    <w:rsid w:val="00950ACF"/>
    <w:rsid w:val="00950AEC"/>
    <w:rsid w:val="009519E5"/>
    <w:rsid w:val="00951B58"/>
    <w:rsid w:val="00952AC5"/>
    <w:rsid w:val="00957151"/>
    <w:rsid w:val="009636B2"/>
    <w:rsid w:val="00963D21"/>
    <w:rsid w:val="0096430B"/>
    <w:rsid w:val="00964DA3"/>
    <w:rsid w:val="0096720D"/>
    <w:rsid w:val="00970F7E"/>
    <w:rsid w:val="00974422"/>
    <w:rsid w:val="0097662F"/>
    <w:rsid w:val="00976ECC"/>
    <w:rsid w:val="0097794F"/>
    <w:rsid w:val="00982E31"/>
    <w:rsid w:val="00983D4D"/>
    <w:rsid w:val="00985762"/>
    <w:rsid w:val="00985E30"/>
    <w:rsid w:val="00986639"/>
    <w:rsid w:val="00986D00"/>
    <w:rsid w:val="00990687"/>
    <w:rsid w:val="009938C8"/>
    <w:rsid w:val="00997F79"/>
    <w:rsid w:val="009A128A"/>
    <w:rsid w:val="009A1A82"/>
    <w:rsid w:val="009A3B19"/>
    <w:rsid w:val="009A453B"/>
    <w:rsid w:val="009A45AB"/>
    <w:rsid w:val="009A60B9"/>
    <w:rsid w:val="009B1BE6"/>
    <w:rsid w:val="009B463F"/>
    <w:rsid w:val="009B79F8"/>
    <w:rsid w:val="009B7FAC"/>
    <w:rsid w:val="009C0C4F"/>
    <w:rsid w:val="009C0CA7"/>
    <w:rsid w:val="009C36A9"/>
    <w:rsid w:val="009C457B"/>
    <w:rsid w:val="009C5B3B"/>
    <w:rsid w:val="009C66A9"/>
    <w:rsid w:val="009D100C"/>
    <w:rsid w:val="009D1A05"/>
    <w:rsid w:val="009D1D02"/>
    <w:rsid w:val="009D2A3E"/>
    <w:rsid w:val="009D6A96"/>
    <w:rsid w:val="009D6D21"/>
    <w:rsid w:val="009E010C"/>
    <w:rsid w:val="009E0744"/>
    <w:rsid w:val="009E0C9B"/>
    <w:rsid w:val="009E64F1"/>
    <w:rsid w:val="009E6E41"/>
    <w:rsid w:val="009F0A7B"/>
    <w:rsid w:val="009F0A89"/>
    <w:rsid w:val="009F1CB3"/>
    <w:rsid w:val="009F2DD7"/>
    <w:rsid w:val="009F7901"/>
    <w:rsid w:val="009F7D3D"/>
    <w:rsid w:val="00A003C9"/>
    <w:rsid w:val="00A02EC3"/>
    <w:rsid w:val="00A0386B"/>
    <w:rsid w:val="00A03A3E"/>
    <w:rsid w:val="00A04F1A"/>
    <w:rsid w:val="00A06DA4"/>
    <w:rsid w:val="00A074C4"/>
    <w:rsid w:val="00A11AAD"/>
    <w:rsid w:val="00A15792"/>
    <w:rsid w:val="00A1623D"/>
    <w:rsid w:val="00A2271E"/>
    <w:rsid w:val="00A23D55"/>
    <w:rsid w:val="00A253C6"/>
    <w:rsid w:val="00A2676C"/>
    <w:rsid w:val="00A30770"/>
    <w:rsid w:val="00A31165"/>
    <w:rsid w:val="00A32A8A"/>
    <w:rsid w:val="00A3464E"/>
    <w:rsid w:val="00A3474D"/>
    <w:rsid w:val="00A35364"/>
    <w:rsid w:val="00A37A6F"/>
    <w:rsid w:val="00A402A7"/>
    <w:rsid w:val="00A40EFB"/>
    <w:rsid w:val="00A410F3"/>
    <w:rsid w:val="00A41ABC"/>
    <w:rsid w:val="00A426C3"/>
    <w:rsid w:val="00A42986"/>
    <w:rsid w:val="00A43411"/>
    <w:rsid w:val="00A453FC"/>
    <w:rsid w:val="00A4747C"/>
    <w:rsid w:val="00A474E7"/>
    <w:rsid w:val="00A47A65"/>
    <w:rsid w:val="00A520CA"/>
    <w:rsid w:val="00A52610"/>
    <w:rsid w:val="00A52FD7"/>
    <w:rsid w:val="00A5357E"/>
    <w:rsid w:val="00A53941"/>
    <w:rsid w:val="00A53D8C"/>
    <w:rsid w:val="00A55EAB"/>
    <w:rsid w:val="00A562DC"/>
    <w:rsid w:val="00A56D15"/>
    <w:rsid w:val="00A57D20"/>
    <w:rsid w:val="00A603B0"/>
    <w:rsid w:val="00A609EB"/>
    <w:rsid w:val="00A61576"/>
    <w:rsid w:val="00A62EF3"/>
    <w:rsid w:val="00A62FB5"/>
    <w:rsid w:val="00A64528"/>
    <w:rsid w:val="00A65159"/>
    <w:rsid w:val="00A65418"/>
    <w:rsid w:val="00A66DA9"/>
    <w:rsid w:val="00A67259"/>
    <w:rsid w:val="00A70AF4"/>
    <w:rsid w:val="00A711CD"/>
    <w:rsid w:val="00A7322F"/>
    <w:rsid w:val="00A74496"/>
    <w:rsid w:val="00A752C4"/>
    <w:rsid w:val="00A754E6"/>
    <w:rsid w:val="00A76445"/>
    <w:rsid w:val="00A774D5"/>
    <w:rsid w:val="00A77E04"/>
    <w:rsid w:val="00A80BD4"/>
    <w:rsid w:val="00A80C5F"/>
    <w:rsid w:val="00A814D2"/>
    <w:rsid w:val="00A81DA9"/>
    <w:rsid w:val="00A82885"/>
    <w:rsid w:val="00A84617"/>
    <w:rsid w:val="00A87DEF"/>
    <w:rsid w:val="00A90E3C"/>
    <w:rsid w:val="00A912CE"/>
    <w:rsid w:val="00A91417"/>
    <w:rsid w:val="00A943C9"/>
    <w:rsid w:val="00A95328"/>
    <w:rsid w:val="00A96D20"/>
    <w:rsid w:val="00A9778C"/>
    <w:rsid w:val="00AA08D5"/>
    <w:rsid w:val="00AA1964"/>
    <w:rsid w:val="00AA2F22"/>
    <w:rsid w:val="00AA4C21"/>
    <w:rsid w:val="00AA6AAF"/>
    <w:rsid w:val="00AA7252"/>
    <w:rsid w:val="00AA7AA3"/>
    <w:rsid w:val="00AB09B5"/>
    <w:rsid w:val="00AB354F"/>
    <w:rsid w:val="00AB4EE4"/>
    <w:rsid w:val="00AB526F"/>
    <w:rsid w:val="00AB5B1D"/>
    <w:rsid w:val="00AB5ED7"/>
    <w:rsid w:val="00AB61CD"/>
    <w:rsid w:val="00AB6804"/>
    <w:rsid w:val="00AC20A7"/>
    <w:rsid w:val="00AC32A6"/>
    <w:rsid w:val="00AC4539"/>
    <w:rsid w:val="00AC66A8"/>
    <w:rsid w:val="00AD09E7"/>
    <w:rsid w:val="00AD16EC"/>
    <w:rsid w:val="00AD2470"/>
    <w:rsid w:val="00AD28C5"/>
    <w:rsid w:val="00AE3624"/>
    <w:rsid w:val="00AE4027"/>
    <w:rsid w:val="00AE4BD2"/>
    <w:rsid w:val="00AE4C5F"/>
    <w:rsid w:val="00AE5511"/>
    <w:rsid w:val="00AE73F5"/>
    <w:rsid w:val="00AF0271"/>
    <w:rsid w:val="00AF5819"/>
    <w:rsid w:val="00AF7CF9"/>
    <w:rsid w:val="00AF7E60"/>
    <w:rsid w:val="00B000F1"/>
    <w:rsid w:val="00B00F68"/>
    <w:rsid w:val="00B01731"/>
    <w:rsid w:val="00B040C3"/>
    <w:rsid w:val="00B04C8B"/>
    <w:rsid w:val="00B05742"/>
    <w:rsid w:val="00B05A66"/>
    <w:rsid w:val="00B07BF4"/>
    <w:rsid w:val="00B10206"/>
    <w:rsid w:val="00B12AE1"/>
    <w:rsid w:val="00B13CA9"/>
    <w:rsid w:val="00B13CEA"/>
    <w:rsid w:val="00B14CFB"/>
    <w:rsid w:val="00B1578F"/>
    <w:rsid w:val="00B158AB"/>
    <w:rsid w:val="00B16229"/>
    <w:rsid w:val="00B16430"/>
    <w:rsid w:val="00B1729D"/>
    <w:rsid w:val="00B226EE"/>
    <w:rsid w:val="00B23DCA"/>
    <w:rsid w:val="00B23E38"/>
    <w:rsid w:val="00B24D5F"/>
    <w:rsid w:val="00B25185"/>
    <w:rsid w:val="00B25C3D"/>
    <w:rsid w:val="00B269A4"/>
    <w:rsid w:val="00B30BA1"/>
    <w:rsid w:val="00B31635"/>
    <w:rsid w:val="00B32A76"/>
    <w:rsid w:val="00B34078"/>
    <w:rsid w:val="00B340B7"/>
    <w:rsid w:val="00B346E3"/>
    <w:rsid w:val="00B35FCE"/>
    <w:rsid w:val="00B40383"/>
    <w:rsid w:val="00B41A32"/>
    <w:rsid w:val="00B43E57"/>
    <w:rsid w:val="00B46E93"/>
    <w:rsid w:val="00B47721"/>
    <w:rsid w:val="00B47B54"/>
    <w:rsid w:val="00B512A3"/>
    <w:rsid w:val="00B51ED9"/>
    <w:rsid w:val="00B5292E"/>
    <w:rsid w:val="00B52B20"/>
    <w:rsid w:val="00B5340F"/>
    <w:rsid w:val="00B554D7"/>
    <w:rsid w:val="00B57D90"/>
    <w:rsid w:val="00B61089"/>
    <w:rsid w:val="00B630A7"/>
    <w:rsid w:val="00B63C5B"/>
    <w:rsid w:val="00B64D24"/>
    <w:rsid w:val="00B64DB8"/>
    <w:rsid w:val="00B65E4A"/>
    <w:rsid w:val="00B66A37"/>
    <w:rsid w:val="00B670AE"/>
    <w:rsid w:val="00B70322"/>
    <w:rsid w:val="00B70694"/>
    <w:rsid w:val="00B70BDE"/>
    <w:rsid w:val="00B713E7"/>
    <w:rsid w:val="00B71ED8"/>
    <w:rsid w:val="00B7252A"/>
    <w:rsid w:val="00B73ADD"/>
    <w:rsid w:val="00B8012E"/>
    <w:rsid w:val="00B81E9B"/>
    <w:rsid w:val="00B85F1B"/>
    <w:rsid w:val="00B86420"/>
    <w:rsid w:val="00B872C0"/>
    <w:rsid w:val="00B87FEB"/>
    <w:rsid w:val="00B902C7"/>
    <w:rsid w:val="00B91062"/>
    <w:rsid w:val="00B92E7B"/>
    <w:rsid w:val="00B93FA1"/>
    <w:rsid w:val="00B953E7"/>
    <w:rsid w:val="00B95A4D"/>
    <w:rsid w:val="00B9607A"/>
    <w:rsid w:val="00BA08B4"/>
    <w:rsid w:val="00BA0A09"/>
    <w:rsid w:val="00BA0B7C"/>
    <w:rsid w:val="00BA0D8B"/>
    <w:rsid w:val="00BA288B"/>
    <w:rsid w:val="00BA2DC8"/>
    <w:rsid w:val="00BA322C"/>
    <w:rsid w:val="00BA5568"/>
    <w:rsid w:val="00BA61DE"/>
    <w:rsid w:val="00BA79BC"/>
    <w:rsid w:val="00BA7E9F"/>
    <w:rsid w:val="00BA7F81"/>
    <w:rsid w:val="00BB0AF0"/>
    <w:rsid w:val="00BB19FE"/>
    <w:rsid w:val="00BB2097"/>
    <w:rsid w:val="00BB2626"/>
    <w:rsid w:val="00BB31C8"/>
    <w:rsid w:val="00BB34D0"/>
    <w:rsid w:val="00BB384C"/>
    <w:rsid w:val="00BB3E71"/>
    <w:rsid w:val="00BB49CE"/>
    <w:rsid w:val="00BB7D68"/>
    <w:rsid w:val="00BC0437"/>
    <w:rsid w:val="00BC07F7"/>
    <w:rsid w:val="00BC0B31"/>
    <w:rsid w:val="00BC4BF1"/>
    <w:rsid w:val="00BC56EF"/>
    <w:rsid w:val="00BC5760"/>
    <w:rsid w:val="00BC7F43"/>
    <w:rsid w:val="00BD0F37"/>
    <w:rsid w:val="00BD2547"/>
    <w:rsid w:val="00BD60EC"/>
    <w:rsid w:val="00BD72F7"/>
    <w:rsid w:val="00BD799A"/>
    <w:rsid w:val="00BD7B5D"/>
    <w:rsid w:val="00BE0F6E"/>
    <w:rsid w:val="00BE11A4"/>
    <w:rsid w:val="00BE12C3"/>
    <w:rsid w:val="00BE342A"/>
    <w:rsid w:val="00BE38DF"/>
    <w:rsid w:val="00BE3B04"/>
    <w:rsid w:val="00BE3FCF"/>
    <w:rsid w:val="00BE5B3F"/>
    <w:rsid w:val="00BE5C00"/>
    <w:rsid w:val="00BE75CD"/>
    <w:rsid w:val="00BF1BAD"/>
    <w:rsid w:val="00BF2153"/>
    <w:rsid w:val="00BF27F5"/>
    <w:rsid w:val="00BF281F"/>
    <w:rsid w:val="00BF310A"/>
    <w:rsid w:val="00BF4111"/>
    <w:rsid w:val="00BF49D3"/>
    <w:rsid w:val="00BF5BFA"/>
    <w:rsid w:val="00BF5F81"/>
    <w:rsid w:val="00BF672F"/>
    <w:rsid w:val="00C04828"/>
    <w:rsid w:val="00C075D6"/>
    <w:rsid w:val="00C1352E"/>
    <w:rsid w:val="00C13713"/>
    <w:rsid w:val="00C14F07"/>
    <w:rsid w:val="00C14FF1"/>
    <w:rsid w:val="00C159BC"/>
    <w:rsid w:val="00C17B97"/>
    <w:rsid w:val="00C22011"/>
    <w:rsid w:val="00C22AD1"/>
    <w:rsid w:val="00C242E5"/>
    <w:rsid w:val="00C25EB1"/>
    <w:rsid w:val="00C26A91"/>
    <w:rsid w:val="00C273AC"/>
    <w:rsid w:val="00C3670E"/>
    <w:rsid w:val="00C36D6C"/>
    <w:rsid w:val="00C403E6"/>
    <w:rsid w:val="00C40650"/>
    <w:rsid w:val="00C41329"/>
    <w:rsid w:val="00C41664"/>
    <w:rsid w:val="00C44BAC"/>
    <w:rsid w:val="00C46C6E"/>
    <w:rsid w:val="00C470F4"/>
    <w:rsid w:val="00C5012F"/>
    <w:rsid w:val="00C54484"/>
    <w:rsid w:val="00C57BBE"/>
    <w:rsid w:val="00C614F2"/>
    <w:rsid w:val="00C63190"/>
    <w:rsid w:val="00C6645F"/>
    <w:rsid w:val="00C670EE"/>
    <w:rsid w:val="00C67FCB"/>
    <w:rsid w:val="00C70131"/>
    <w:rsid w:val="00C717C6"/>
    <w:rsid w:val="00C73013"/>
    <w:rsid w:val="00C7530F"/>
    <w:rsid w:val="00C80292"/>
    <w:rsid w:val="00C80383"/>
    <w:rsid w:val="00C820B5"/>
    <w:rsid w:val="00C832C9"/>
    <w:rsid w:val="00C83482"/>
    <w:rsid w:val="00C83A6C"/>
    <w:rsid w:val="00C83FA6"/>
    <w:rsid w:val="00C84722"/>
    <w:rsid w:val="00C86FCD"/>
    <w:rsid w:val="00C875C8"/>
    <w:rsid w:val="00C8762B"/>
    <w:rsid w:val="00C903C6"/>
    <w:rsid w:val="00C93D44"/>
    <w:rsid w:val="00C95CBD"/>
    <w:rsid w:val="00C968A0"/>
    <w:rsid w:val="00CA47E6"/>
    <w:rsid w:val="00CA533D"/>
    <w:rsid w:val="00CA57FD"/>
    <w:rsid w:val="00CA5AF1"/>
    <w:rsid w:val="00CA66C6"/>
    <w:rsid w:val="00CA6D5C"/>
    <w:rsid w:val="00CA7732"/>
    <w:rsid w:val="00CA79E8"/>
    <w:rsid w:val="00CB424F"/>
    <w:rsid w:val="00CB5363"/>
    <w:rsid w:val="00CB62B8"/>
    <w:rsid w:val="00CB6FAB"/>
    <w:rsid w:val="00CB72CD"/>
    <w:rsid w:val="00CB76E7"/>
    <w:rsid w:val="00CB7DB9"/>
    <w:rsid w:val="00CC03C3"/>
    <w:rsid w:val="00CC0C22"/>
    <w:rsid w:val="00CC1BDC"/>
    <w:rsid w:val="00CC2A9B"/>
    <w:rsid w:val="00CC3E44"/>
    <w:rsid w:val="00CC4987"/>
    <w:rsid w:val="00CC525D"/>
    <w:rsid w:val="00CC6963"/>
    <w:rsid w:val="00CC6C8C"/>
    <w:rsid w:val="00CC7F58"/>
    <w:rsid w:val="00CD0799"/>
    <w:rsid w:val="00CD08DF"/>
    <w:rsid w:val="00CD458C"/>
    <w:rsid w:val="00CD53F4"/>
    <w:rsid w:val="00CD5B69"/>
    <w:rsid w:val="00CD649D"/>
    <w:rsid w:val="00CE2C11"/>
    <w:rsid w:val="00CE3A72"/>
    <w:rsid w:val="00CE5391"/>
    <w:rsid w:val="00CF2B19"/>
    <w:rsid w:val="00CF429D"/>
    <w:rsid w:val="00CF42EE"/>
    <w:rsid w:val="00CF4AFA"/>
    <w:rsid w:val="00CF5F8F"/>
    <w:rsid w:val="00CF772A"/>
    <w:rsid w:val="00D005D9"/>
    <w:rsid w:val="00D00809"/>
    <w:rsid w:val="00D03000"/>
    <w:rsid w:val="00D04E8E"/>
    <w:rsid w:val="00D054DF"/>
    <w:rsid w:val="00D061D9"/>
    <w:rsid w:val="00D07748"/>
    <w:rsid w:val="00D11E42"/>
    <w:rsid w:val="00D12783"/>
    <w:rsid w:val="00D12D32"/>
    <w:rsid w:val="00D16CE1"/>
    <w:rsid w:val="00D16DED"/>
    <w:rsid w:val="00D173EB"/>
    <w:rsid w:val="00D17864"/>
    <w:rsid w:val="00D21467"/>
    <w:rsid w:val="00D216C4"/>
    <w:rsid w:val="00D21A09"/>
    <w:rsid w:val="00D21C71"/>
    <w:rsid w:val="00D22DB6"/>
    <w:rsid w:val="00D22EAB"/>
    <w:rsid w:val="00D23BD2"/>
    <w:rsid w:val="00D24367"/>
    <w:rsid w:val="00D24785"/>
    <w:rsid w:val="00D24BF4"/>
    <w:rsid w:val="00D2682B"/>
    <w:rsid w:val="00D3148E"/>
    <w:rsid w:val="00D31CD7"/>
    <w:rsid w:val="00D321FC"/>
    <w:rsid w:val="00D32634"/>
    <w:rsid w:val="00D327AD"/>
    <w:rsid w:val="00D33163"/>
    <w:rsid w:val="00D34173"/>
    <w:rsid w:val="00D36FD7"/>
    <w:rsid w:val="00D40B3F"/>
    <w:rsid w:val="00D41F0C"/>
    <w:rsid w:val="00D44733"/>
    <w:rsid w:val="00D45BBB"/>
    <w:rsid w:val="00D464EB"/>
    <w:rsid w:val="00D517A5"/>
    <w:rsid w:val="00D5360F"/>
    <w:rsid w:val="00D53D23"/>
    <w:rsid w:val="00D5479F"/>
    <w:rsid w:val="00D54955"/>
    <w:rsid w:val="00D55442"/>
    <w:rsid w:val="00D5572F"/>
    <w:rsid w:val="00D558AF"/>
    <w:rsid w:val="00D55D09"/>
    <w:rsid w:val="00D57BC7"/>
    <w:rsid w:val="00D613C4"/>
    <w:rsid w:val="00D62893"/>
    <w:rsid w:val="00D62ACD"/>
    <w:rsid w:val="00D63FAF"/>
    <w:rsid w:val="00D649CF"/>
    <w:rsid w:val="00D6509B"/>
    <w:rsid w:val="00D65417"/>
    <w:rsid w:val="00D66474"/>
    <w:rsid w:val="00D67019"/>
    <w:rsid w:val="00D67460"/>
    <w:rsid w:val="00D72D7F"/>
    <w:rsid w:val="00D73072"/>
    <w:rsid w:val="00D730F7"/>
    <w:rsid w:val="00D740C7"/>
    <w:rsid w:val="00D74846"/>
    <w:rsid w:val="00D76813"/>
    <w:rsid w:val="00D778CE"/>
    <w:rsid w:val="00D77EB5"/>
    <w:rsid w:val="00D8046B"/>
    <w:rsid w:val="00D8083F"/>
    <w:rsid w:val="00D835C3"/>
    <w:rsid w:val="00D838D7"/>
    <w:rsid w:val="00D84F93"/>
    <w:rsid w:val="00D8702C"/>
    <w:rsid w:val="00D876EB"/>
    <w:rsid w:val="00D93EB0"/>
    <w:rsid w:val="00D94733"/>
    <w:rsid w:val="00D94844"/>
    <w:rsid w:val="00D9519C"/>
    <w:rsid w:val="00D956B2"/>
    <w:rsid w:val="00D957F2"/>
    <w:rsid w:val="00D96185"/>
    <w:rsid w:val="00D96A47"/>
    <w:rsid w:val="00D97655"/>
    <w:rsid w:val="00DA13AF"/>
    <w:rsid w:val="00DA1FB6"/>
    <w:rsid w:val="00DA308E"/>
    <w:rsid w:val="00DA3AFA"/>
    <w:rsid w:val="00DA4717"/>
    <w:rsid w:val="00DA671F"/>
    <w:rsid w:val="00DA6F4B"/>
    <w:rsid w:val="00DB1278"/>
    <w:rsid w:val="00DB16FD"/>
    <w:rsid w:val="00DB3670"/>
    <w:rsid w:val="00DB3CD3"/>
    <w:rsid w:val="00DB4BC0"/>
    <w:rsid w:val="00DB4DA6"/>
    <w:rsid w:val="00DB7952"/>
    <w:rsid w:val="00DC0081"/>
    <w:rsid w:val="00DC09D7"/>
    <w:rsid w:val="00DC199D"/>
    <w:rsid w:val="00DC27BE"/>
    <w:rsid w:val="00DC4778"/>
    <w:rsid w:val="00DC7B03"/>
    <w:rsid w:val="00DD2F72"/>
    <w:rsid w:val="00DD31FB"/>
    <w:rsid w:val="00DD3E76"/>
    <w:rsid w:val="00DD4A2A"/>
    <w:rsid w:val="00DD5C1E"/>
    <w:rsid w:val="00DD60E4"/>
    <w:rsid w:val="00DD6266"/>
    <w:rsid w:val="00DD68ED"/>
    <w:rsid w:val="00DD7FEB"/>
    <w:rsid w:val="00DE0C54"/>
    <w:rsid w:val="00DE1DA0"/>
    <w:rsid w:val="00DE3BB0"/>
    <w:rsid w:val="00DE443D"/>
    <w:rsid w:val="00DE49B0"/>
    <w:rsid w:val="00DE4B0E"/>
    <w:rsid w:val="00DE5EDA"/>
    <w:rsid w:val="00DE5F40"/>
    <w:rsid w:val="00DE6A33"/>
    <w:rsid w:val="00DF01CB"/>
    <w:rsid w:val="00DF0EA6"/>
    <w:rsid w:val="00DF27F8"/>
    <w:rsid w:val="00DF2910"/>
    <w:rsid w:val="00DF2C35"/>
    <w:rsid w:val="00DF646E"/>
    <w:rsid w:val="00DF6B54"/>
    <w:rsid w:val="00DF6D2D"/>
    <w:rsid w:val="00E0009F"/>
    <w:rsid w:val="00E00D26"/>
    <w:rsid w:val="00E015FD"/>
    <w:rsid w:val="00E01AE6"/>
    <w:rsid w:val="00E03A1F"/>
    <w:rsid w:val="00E06568"/>
    <w:rsid w:val="00E124D5"/>
    <w:rsid w:val="00E13B43"/>
    <w:rsid w:val="00E13E52"/>
    <w:rsid w:val="00E149F8"/>
    <w:rsid w:val="00E15C82"/>
    <w:rsid w:val="00E20F11"/>
    <w:rsid w:val="00E2152D"/>
    <w:rsid w:val="00E2167C"/>
    <w:rsid w:val="00E21C35"/>
    <w:rsid w:val="00E23276"/>
    <w:rsid w:val="00E23AD8"/>
    <w:rsid w:val="00E2745F"/>
    <w:rsid w:val="00E30ADB"/>
    <w:rsid w:val="00E30DF3"/>
    <w:rsid w:val="00E332A7"/>
    <w:rsid w:val="00E35FDA"/>
    <w:rsid w:val="00E362D3"/>
    <w:rsid w:val="00E364A0"/>
    <w:rsid w:val="00E37A86"/>
    <w:rsid w:val="00E4035A"/>
    <w:rsid w:val="00E413BD"/>
    <w:rsid w:val="00E42F91"/>
    <w:rsid w:val="00E43438"/>
    <w:rsid w:val="00E4357E"/>
    <w:rsid w:val="00E441A3"/>
    <w:rsid w:val="00E45173"/>
    <w:rsid w:val="00E459D6"/>
    <w:rsid w:val="00E52281"/>
    <w:rsid w:val="00E527D6"/>
    <w:rsid w:val="00E52CD5"/>
    <w:rsid w:val="00E54199"/>
    <w:rsid w:val="00E54332"/>
    <w:rsid w:val="00E54903"/>
    <w:rsid w:val="00E6155A"/>
    <w:rsid w:val="00E62188"/>
    <w:rsid w:val="00E6251D"/>
    <w:rsid w:val="00E63B76"/>
    <w:rsid w:val="00E63F9B"/>
    <w:rsid w:val="00E64D24"/>
    <w:rsid w:val="00E65705"/>
    <w:rsid w:val="00E66440"/>
    <w:rsid w:val="00E66768"/>
    <w:rsid w:val="00E66CA5"/>
    <w:rsid w:val="00E672E8"/>
    <w:rsid w:val="00E703A2"/>
    <w:rsid w:val="00E716C9"/>
    <w:rsid w:val="00E71B7B"/>
    <w:rsid w:val="00E76E7D"/>
    <w:rsid w:val="00E813C5"/>
    <w:rsid w:val="00E8165F"/>
    <w:rsid w:val="00E84DF2"/>
    <w:rsid w:val="00E865A4"/>
    <w:rsid w:val="00E86A49"/>
    <w:rsid w:val="00E90F7F"/>
    <w:rsid w:val="00E911FC"/>
    <w:rsid w:val="00E92547"/>
    <w:rsid w:val="00E926D1"/>
    <w:rsid w:val="00E93647"/>
    <w:rsid w:val="00E95E0E"/>
    <w:rsid w:val="00E963F1"/>
    <w:rsid w:val="00E97938"/>
    <w:rsid w:val="00EA2362"/>
    <w:rsid w:val="00EA25F6"/>
    <w:rsid w:val="00EA2915"/>
    <w:rsid w:val="00EA3481"/>
    <w:rsid w:val="00EA3972"/>
    <w:rsid w:val="00EA4F1D"/>
    <w:rsid w:val="00EA68DC"/>
    <w:rsid w:val="00EA72F4"/>
    <w:rsid w:val="00EA7619"/>
    <w:rsid w:val="00EA7D69"/>
    <w:rsid w:val="00EB0BB7"/>
    <w:rsid w:val="00EB1315"/>
    <w:rsid w:val="00EB15E1"/>
    <w:rsid w:val="00EB171E"/>
    <w:rsid w:val="00EB327C"/>
    <w:rsid w:val="00EB39CA"/>
    <w:rsid w:val="00EB39E7"/>
    <w:rsid w:val="00EB3C5F"/>
    <w:rsid w:val="00EB3F7A"/>
    <w:rsid w:val="00EB4BD8"/>
    <w:rsid w:val="00EB6C31"/>
    <w:rsid w:val="00EB7131"/>
    <w:rsid w:val="00EB778E"/>
    <w:rsid w:val="00EC0B3B"/>
    <w:rsid w:val="00EC0C4C"/>
    <w:rsid w:val="00EC0F4C"/>
    <w:rsid w:val="00EC191D"/>
    <w:rsid w:val="00EC1A49"/>
    <w:rsid w:val="00EC2897"/>
    <w:rsid w:val="00EC5074"/>
    <w:rsid w:val="00EC5433"/>
    <w:rsid w:val="00EC65AF"/>
    <w:rsid w:val="00EC77A2"/>
    <w:rsid w:val="00ED02FE"/>
    <w:rsid w:val="00ED1074"/>
    <w:rsid w:val="00ED32EF"/>
    <w:rsid w:val="00ED4F85"/>
    <w:rsid w:val="00ED5A3E"/>
    <w:rsid w:val="00ED61A7"/>
    <w:rsid w:val="00EE0D38"/>
    <w:rsid w:val="00EE125A"/>
    <w:rsid w:val="00EE1919"/>
    <w:rsid w:val="00EE2727"/>
    <w:rsid w:val="00EE380F"/>
    <w:rsid w:val="00EE3C01"/>
    <w:rsid w:val="00EE3FA1"/>
    <w:rsid w:val="00EE4C4A"/>
    <w:rsid w:val="00EE580E"/>
    <w:rsid w:val="00EE638C"/>
    <w:rsid w:val="00EF0684"/>
    <w:rsid w:val="00EF1C59"/>
    <w:rsid w:val="00EF3926"/>
    <w:rsid w:val="00EF439B"/>
    <w:rsid w:val="00F0054E"/>
    <w:rsid w:val="00F03CF1"/>
    <w:rsid w:val="00F049D4"/>
    <w:rsid w:val="00F07C4A"/>
    <w:rsid w:val="00F12271"/>
    <w:rsid w:val="00F1230B"/>
    <w:rsid w:val="00F12F21"/>
    <w:rsid w:val="00F14C4D"/>
    <w:rsid w:val="00F15CC4"/>
    <w:rsid w:val="00F16DF8"/>
    <w:rsid w:val="00F20155"/>
    <w:rsid w:val="00F20E57"/>
    <w:rsid w:val="00F21AA1"/>
    <w:rsid w:val="00F22397"/>
    <w:rsid w:val="00F2399F"/>
    <w:rsid w:val="00F23AE5"/>
    <w:rsid w:val="00F257A0"/>
    <w:rsid w:val="00F26675"/>
    <w:rsid w:val="00F275B8"/>
    <w:rsid w:val="00F27E63"/>
    <w:rsid w:val="00F305AE"/>
    <w:rsid w:val="00F30A3A"/>
    <w:rsid w:val="00F321A1"/>
    <w:rsid w:val="00F373E9"/>
    <w:rsid w:val="00F4018A"/>
    <w:rsid w:val="00F4059B"/>
    <w:rsid w:val="00F41138"/>
    <w:rsid w:val="00F41724"/>
    <w:rsid w:val="00F44773"/>
    <w:rsid w:val="00F44B07"/>
    <w:rsid w:val="00F452EA"/>
    <w:rsid w:val="00F46883"/>
    <w:rsid w:val="00F5043D"/>
    <w:rsid w:val="00F522AA"/>
    <w:rsid w:val="00F52910"/>
    <w:rsid w:val="00F5318F"/>
    <w:rsid w:val="00F53ACD"/>
    <w:rsid w:val="00F53F28"/>
    <w:rsid w:val="00F5442E"/>
    <w:rsid w:val="00F5457A"/>
    <w:rsid w:val="00F55B30"/>
    <w:rsid w:val="00F5674B"/>
    <w:rsid w:val="00F575D5"/>
    <w:rsid w:val="00F57A70"/>
    <w:rsid w:val="00F57E62"/>
    <w:rsid w:val="00F610EF"/>
    <w:rsid w:val="00F62265"/>
    <w:rsid w:val="00F62413"/>
    <w:rsid w:val="00F62B7B"/>
    <w:rsid w:val="00F63317"/>
    <w:rsid w:val="00F6359B"/>
    <w:rsid w:val="00F65036"/>
    <w:rsid w:val="00F664A2"/>
    <w:rsid w:val="00F67633"/>
    <w:rsid w:val="00F67D01"/>
    <w:rsid w:val="00F7430C"/>
    <w:rsid w:val="00F76D9A"/>
    <w:rsid w:val="00F77280"/>
    <w:rsid w:val="00F7795D"/>
    <w:rsid w:val="00F809B9"/>
    <w:rsid w:val="00F8173B"/>
    <w:rsid w:val="00F81954"/>
    <w:rsid w:val="00F831B3"/>
    <w:rsid w:val="00F8353D"/>
    <w:rsid w:val="00F84811"/>
    <w:rsid w:val="00F848EF"/>
    <w:rsid w:val="00F85B40"/>
    <w:rsid w:val="00F863EC"/>
    <w:rsid w:val="00F86BF2"/>
    <w:rsid w:val="00F86D11"/>
    <w:rsid w:val="00F91390"/>
    <w:rsid w:val="00F91773"/>
    <w:rsid w:val="00F93219"/>
    <w:rsid w:val="00F95A9C"/>
    <w:rsid w:val="00F9676B"/>
    <w:rsid w:val="00F9691A"/>
    <w:rsid w:val="00F96E6C"/>
    <w:rsid w:val="00F96ED5"/>
    <w:rsid w:val="00F978F1"/>
    <w:rsid w:val="00FA1251"/>
    <w:rsid w:val="00FA35D1"/>
    <w:rsid w:val="00FA3CA2"/>
    <w:rsid w:val="00FA4188"/>
    <w:rsid w:val="00FA4EC3"/>
    <w:rsid w:val="00FA558E"/>
    <w:rsid w:val="00FB4970"/>
    <w:rsid w:val="00FB52EB"/>
    <w:rsid w:val="00FB69A2"/>
    <w:rsid w:val="00FC1C02"/>
    <w:rsid w:val="00FC51BE"/>
    <w:rsid w:val="00FC547D"/>
    <w:rsid w:val="00FC72F8"/>
    <w:rsid w:val="00FC750C"/>
    <w:rsid w:val="00FD0941"/>
    <w:rsid w:val="00FD0D18"/>
    <w:rsid w:val="00FD0F60"/>
    <w:rsid w:val="00FD3D2B"/>
    <w:rsid w:val="00FD3FD6"/>
    <w:rsid w:val="00FD4D32"/>
    <w:rsid w:val="00FD51D3"/>
    <w:rsid w:val="00FD5978"/>
    <w:rsid w:val="00FD5995"/>
    <w:rsid w:val="00FE2A0A"/>
    <w:rsid w:val="00FE2C71"/>
    <w:rsid w:val="00FE318F"/>
    <w:rsid w:val="00FE3DD3"/>
    <w:rsid w:val="00FE43B6"/>
    <w:rsid w:val="00FE5360"/>
    <w:rsid w:val="00FE5CAF"/>
    <w:rsid w:val="00FF289A"/>
    <w:rsid w:val="00FF2BCB"/>
    <w:rsid w:val="00FF4210"/>
    <w:rsid w:val="00FF5B76"/>
    <w:rsid w:val="00FF5FCC"/>
    <w:rsid w:val="00FF6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AFA"/>
    <w:pPr>
      <w:ind w:left="-57" w:right="-57"/>
    </w:pPr>
    <w:rPr>
      <w:rFonts w:ascii="Arial" w:hAnsi="Arial"/>
      <w:sz w:val="2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BD0F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D0F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A572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A5729"/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A572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A5729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18</Pages>
  <Words>3</Words>
  <Characters>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user</dc:creator>
  <cp:keywords/>
  <dc:description/>
  <cp:lastModifiedBy>user</cp:lastModifiedBy>
  <cp:revision>2</cp:revision>
  <dcterms:created xsi:type="dcterms:W3CDTF">2013-08-14T07:40:00Z</dcterms:created>
  <dcterms:modified xsi:type="dcterms:W3CDTF">2013-08-14T07:40:00Z</dcterms:modified>
</cp:coreProperties>
</file>